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BA5" w:rsidRDefault="00E21BA5" w:rsidP="00E21BA5">
      <w:pPr>
        <w:pStyle w:val="Default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587B88D4" wp14:editId="163D09EE">
            <wp:simplePos x="0" y="0"/>
            <wp:positionH relativeFrom="page">
              <wp:posOffset>931545</wp:posOffset>
            </wp:positionH>
            <wp:positionV relativeFrom="page">
              <wp:posOffset>230505</wp:posOffset>
            </wp:positionV>
            <wp:extent cx="5462270" cy="2693035"/>
            <wp:effectExtent l="0" t="0" r="5080" b="0"/>
            <wp:wrapTopAndBottom/>
            <wp:docPr id="14" name="Рисунок 14" descr="ПОСТАНОВЛЕНИЕ ТЕПЛОГОРСКОГО ПОСЕ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СТАНОВЛЕНИЕ ТЕПЛОГОРСКОГО ПОСЕЛЕН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2693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70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B2ABEE" wp14:editId="677A9357">
                <wp:simplePos x="0" y="0"/>
                <wp:positionH relativeFrom="column">
                  <wp:align>center</wp:align>
                </wp:positionH>
                <wp:positionV relativeFrom="paragraph">
                  <wp:posOffset>214630</wp:posOffset>
                </wp:positionV>
                <wp:extent cx="5248275" cy="976630"/>
                <wp:effectExtent l="0" t="0" r="0" b="0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8275" cy="97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0B" w:rsidRPr="001431A1" w:rsidRDefault="008953C5" w:rsidP="001431A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АДМИНИСТРАЦИЯ БИСЕРСКОГО</w:t>
                            </w:r>
                            <w:r w:rsidR="00076E0B" w:rsidRPr="001431A1">
                              <w:rPr>
                                <w:b/>
                                <w:sz w:val="20"/>
                              </w:rPr>
                              <w:t xml:space="preserve"> СЕЛЬСКОГО ПОСЕЛЕНИЯ </w:t>
                            </w:r>
                          </w:p>
                          <w:p w:rsidR="00076E0B" w:rsidRDefault="00076E0B" w:rsidP="001431A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1431A1">
                              <w:rPr>
                                <w:b/>
                                <w:sz w:val="20"/>
                              </w:rPr>
                              <w:t xml:space="preserve">ГОРНОЗАВОДСКОГО МУНИЦИПАЛЬНОГО РАЙОНА ПЕРМСКОГО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КРАЯ </w:t>
                            </w:r>
                          </w:p>
                          <w:p w:rsidR="00076E0B" w:rsidRDefault="00076E0B" w:rsidP="001431A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076E0B" w:rsidRPr="001431A1" w:rsidRDefault="00076E0B" w:rsidP="001431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О С Т А Н О В Л Е Н И 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0;margin-top:16.9pt;width:413.25pt;height:76.9pt;z-index:251658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" stroked="f">
                <v:textbox>
                  <w:txbxContent>
                    <w:p w:rsidR="00076E0B" w:rsidRPr="001431A1" w:rsidRDefault="008953C5" w:rsidP="001431A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АДМИНИСТРАЦИЯ БИСЕРСКОГО</w:t>
                      </w:r>
                      <w:r w:rsidR="00076E0B" w:rsidRPr="001431A1">
                        <w:rPr>
                          <w:b/>
                          <w:sz w:val="20"/>
                        </w:rPr>
                        <w:t xml:space="preserve"> СЕЛЬСКОГО ПОСЕЛЕНИЯ </w:t>
                      </w:r>
                    </w:p>
                    <w:p w:rsidR="00076E0B" w:rsidRDefault="00076E0B" w:rsidP="001431A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1431A1">
                        <w:rPr>
                          <w:b/>
                          <w:sz w:val="20"/>
                        </w:rPr>
                        <w:t xml:space="preserve">ГОРНОЗАВОДСКОГО МУНИЦИПАЛЬНОГО РАЙОНА ПЕРМСКОГО </w:t>
                      </w:r>
                      <w:r>
                        <w:rPr>
                          <w:b/>
                          <w:sz w:val="20"/>
                        </w:rPr>
                        <w:t xml:space="preserve">КРАЯ </w:t>
                      </w:r>
                    </w:p>
                    <w:p w:rsidR="00076E0B" w:rsidRDefault="00076E0B" w:rsidP="001431A1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  <w:p w:rsidR="00076E0B" w:rsidRPr="001431A1" w:rsidRDefault="00076E0B" w:rsidP="001431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sz w:val="32"/>
                          <w:szCs w:val="32"/>
                        </w:rPr>
                        <w:t>П</w:t>
                      </w:r>
                      <w:proofErr w:type="gramEnd"/>
                      <w:r>
                        <w:rPr>
                          <w:b/>
                          <w:sz w:val="32"/>
                          <w:szCs w:val="32"/>
                        </w:rPr>
                        <w:t xml:space="preserve"> О С Т А Н О В Л Е Н И Е </w:t>
                      </w:r>
                    </w:p>
                  </w:txbxContent>
                </v:textbox>
              </v:rect>
            </w:pict>
          </mc:Fallback>
        </mc:AlternateContent>
      </w:r>
      <w:r w:rsidR="005D2706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734E30" wp14:editId="368B829F">
                <wp:simplePos x="0" y="0"/>
                <wp:positionH relativeFrom="page">
                  <wp:posOffset>1586865</wp:posOffset>
                </wp:positionH>
                <wp:positionV relativeFrom="page">
                  <wp:posOffset>2174240</wp:posOffset>
                </wp:positionV>
                <wp:extent cx="1266825" cy="18288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0B" w:rsidRPr="00417E82" w:rsidRDefault="00DC14AA" w:rsidP="00417E82">
                            <w:r>
                              <w:t>0</w:t>
                            </w:r>
                            <w:bookmarkStart w:id="0" w:name="_GoBack"/>
                            <w:bookmarkEnd w:id="0"/>
                            <w:r w:rsidR="00927A86">
                              <w:t>2.08.2016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124.95pt;margin-top:171.2pt;width:99.75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" filled="f" stroked="f">
                <v:textbox inset="0,0,0,0">
                  <w:txbxContent>
                    <w:p w:rsidR="00076E0B" w:rsidRPr="00417E82" w:rsidRDefault="00DC14AA" w:rsidP="00417E82">
                      <w:r>
                        <w:t>0</w:t>
                      </w:r>
                      <w:bookmarkStart w:id="1" w:name="_GoBack"/>
                      <w:bookmarkEnd w:id="1"/>
                      <w:r w:rsidR="00927A86">
                        <w:t>2.08.2016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270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211ED8EB" wp14:editId="377469F7">
                <wp:simplePos x="0" y="0"/>
                <wp:positionH relativeFrom="page">
                  <wp:posOffset>838200</wp:posOffset>
                </wp:positionH>
                <wp:positionV relativeFrom="page">
                  <wp:posOffset>10033000</wp:posOffset>
                </wp:positionV>
                <wp:extent cx="62865" cy="68580"/>
                <wp:effectExtent l="0" t="0" r="13335" b="762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2865" cy="68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0B" w:rsidRDefault="00076E0B" w:rsidP="000C5764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66pt;margin-top:790pt;width:4.95pt;height:5.4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" o:allowincell="f" filled="f" stroked="f">
                <v:textbox inset="0,0,0,0">
                  <w:txbxContent>
                    <w:p w:rsidR="00076E0B" w:rsidRDefault="00076E0B" w:rsidP="000C5764">
                      <w:pPr>
                        <w:pStyle w:val="a7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D270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120439" wp14:editId="3638A9DE">
                <wp:simplePos x="0" y="0"/>
                <wp:positionH relativeFrom="page">
                  <wp:posOffset>5324475</wp:posOffset>
                </wp:positionH>
                <wp:positionV relativeFrom="page">
                  <wp:posOffset>2174240</wp:posOffset>
                </wp:positionV>
                <wp:extent cx="1242060" cy="194310"/>
                <wp:effectExtent l="0" t="0" r="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E0B" w:rsidRPr="00417E82" w:rsidRDefault="00881BB6" w:rsidP="00417E82">
                            <w:r>
                              <w:t xml:space="preserve">           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419.25pt;margin-top:171.2pt;width:97.8pt;height:15.3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" filled="f" stroked="f">
                <v:textbox inset="0,0,0,0">
                  <w:txbxContent>
                    <w:p w:rsidR="00076E0B" w:rsidRPr="00417E82" w:rsidRDefault="00881BB6" w:rsidP="00417E82">
                      <w:r>
                        <w:t xml:space="preserve">           </w:t>
                      </w:r>
                      <w:bookmarkStart w:id="1" w:name="_GoBack"/>
                      <w:bookmarkEnd w:id="1"/>
                      <w:r>
                        <w:t>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21BA5">
        <w:rPr>
          <w:b/>
          <w:bCs/>
          <w:sz w:val="28"/>
          <w:szCs w:val="28"/>
        </w:rPr>
        <w:t xml:space="preserve">Об утверждении Порядка представления </w:t>
      </w:r>
    </w:p>
    <w:p w:rsidR="00E21BA5" w:rsidRDefault="00E21BA5" w:rsidP="00E21BA5">
      <w:pPr>
        <w:pStyle w:val="Default"/>
        <w:rPr>
          <w:b/>
          <w:bCs/>
          <w:sz w:val="28"/>
          <w:szCs w:val="28"/>
        </w:rPr>
      </w:pPr>
      <w:r w:rsidRPr="00E21BA5">
        <w:rPr>
          <w:b/>
          <w:bCs/>
          <w:sz w:val="28"/>
          <w:szCs w:val="28"/>
        </w:rPr>
        <w:t>муниципальных нормативных правовых актов</w:t>
      </w:r>
    </w:p>
    <w:p w:rsidR="00E21BA5" w:rsidRDefault="00E21BA5" w:rsidP="00E21BA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Бисерского</w:t>
      </w:r>
      <w:r w:rsidRPr="00E21BA5">
        <w:rPr>
          <w:b/>
          <w:bCs/>
          <w:sz w:val="28"/>
          <w:szCs w:val="28"/>
        </w:rPr>
        <w:t xml:space="preserve"> сельского поселения</w:t>
      </w:r>
    </w:p>
    <w:p w:rsidR="00E21BA5" w:rsidRDefault="00E21BA5" w:rsidP="00E21BA5">
      <w:pPr>
        <w:pStyle w:val="Default"/>
        <w:rPr>
          <w:b/>
          <w:bCs/>
          <w:sz w:val="28"/>
          <w:szCs w:val="28"/>
        </w:rPr>
      </w:pPr>
      <w:r w:rsidRPr="00E21BA5">
        <w:rPr>
          <w:b/>
          <w:bCs/>
          <w:sz w:val="28"/>
          <w:szCs w:val="28"/>
        </w:rPr>
        <w:t xml:space="preserve"> и дополнительных сведений к ним </w:t>
      </w:r>
    </w:p>
    <w:p w:rsidR="00E21BA5" w:rsidRDefault="00E21BA5" w:rsidP="00E21BA5">
      <w:pPr>
        <w:pStyle w:val="Default"/>
        <w:rPr>
          <w:b/>
          <w:bCs/>
          <w:sz w:val="28"/>
          <w:szCs w:val="28"/>
        </w:rPr>
      </w:pPr>
      <w:r w:rsidRPr="00E21BA5">
        <w:rPr>
          <w:b/>
          <w:bCs/>
          <w:sz w:val="28"/>
          <w:szCs w:val="28"/>
        </w:rPr>
        <w:t xml:space="preserve">для включения в Регистр </w:t>
      </w:r>
      <w:proofErr w:type="gramStart"/>
      <w:r w:rsidRPr="00E21BA5">
        <w:rPr>
          <w:b/>
          <w:bCs/>
          <w:sz w:val="28"/>
          <w:szCs w:val="28"/>
        </w:rPr>
        <w:t>муниципальных</w:t>
      </w:r>
      <w:proofErr w:type="gramEnd"/>
    </w:p>
    <w:p w:rsidR="00FF3898" w:rsidRDefault="00E21BA5" w:rsidP="00E21BA5">
      <w:pPr>
        <w:pStyle w:val="Default"/>
        <w:rPr>
          <w:b/>
        </w:rPr>
      </w:pPr>
      <w:r w:rsidRPr="00E21BA5">
        <w:rPr>
          <w:b/>
          <w:bCs/>
          <w:sz w:val="28"/>
          <w:szCs w:val="28"/>
        </w:rPr>
        <w:t xml:space="preserve"> нормативных правовых актов Пермского края </w:t>
      </w:r>
      <w:r w:rsidR="00303F10" w:rsidRPr="00E21BA5">
        <w:rPr>
          <w:b/>
        </w:rPr>
        <w:t xml:space="preserve"> </w:t>
      </w:r>
    </w:p>
    <w:p w:rsidR="00E21BA5" w:rsidRDefault="00E21BA5" w:rsidP="00E21BA5">
      <w:pPr>
        <w:pStyle w:val="Default"/>
        <w:rPr>
          <w:b/>
        </w:rPr>
      </w:pPr>
    </w:p>
    <w:p w:rsidR="00E21BA5" w:rsidRDefault="00E21BA5" w:rsidP="00E21BA5">
      <w:pPr>
        <w:pStyle w:val="Default"/>
        <w:rPr>
          <w:sz w:val="28"/>
          <w:szCs w:val="28"/>
        </w:rPr>
      </w:pPr>
      <w:r>
        <w:rPr>
          <w:b/>
        </w:rPr>
        <w:t xml:space="preserve">        </w:t>
      </w:r>
      <w:proofErr w:type="gramStart"/>
      <w:r>
        <w:rPr>
          <w:sz w:val="28"/>
          <w:szCs w:val="28"/>
        </w:rPr>
        <w:t>Руководствуясь статьей 43.1 Федерального закона от 06 октября 2003 г. №131-ФЗ "Об общих принципах организации местного самоуправления в Россий-</w:t>
      </w:r>
      <w:proofErr w:type="spellStart"/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Федерации", статьей 6 Закона Пермского края от 02 марта 2009 г. № 390-ПК "О порядке организации и ведения Регистра муниципальных нормативных право-</w:t>
      </w:r>
      <w:proofErr w:type="spellStart"/>
      <w:r>
        <w:rPr>
          <w:sz w:val="28"/>
          <w:szCs w:val="28"/>
        </w:rPr>
        <w:t>вых</w:t>
      </w:r>
      <w:proofErr w:type="spellEnd"/>
      <w:r>
        <w:rPr>
          <w:sz w:val="28"/>
          <w:szCs w:val="28"/>
        </w:rPr>
        <w:t xml:space="preserve"> актов Пермского края", Методическими рекомендациями по оформлению и представлению сведений для включения в Регистр муниципальных правовых     актов Пермского края, прилагаемыми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 письму председателя Департамента    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правовых актов Администрации губернатора Пермского края от 03 апреля 2013 г. № СЭД-02-07-08-2, решением Совета депутатов Бисерского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поселения от 28.10.2010 года № 27 "Об определении уполномоченного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 по предоставлению копий муниципальных нормативных правовых актов 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серского сельского поселения, сведений об источниках и датах их официального опубликования (обнародования) и дополнительных сведений к ним для включ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 Регистр муниципальных</w:t>
      </w:r>
      <w:proofErr w:type="gramEnd"/>
      <w:r>
        <w:rPr>
          <w:sz w:val="28"/>
          <w:szCs w:val="28"/>
        </w:rPr>
        <w:t xml:space="preserve"> нормативных правовых актов Пермского края", статьей 37 Устава Бисерского сельского поселения, </w:t>
      </w:r>
    </w:p>
    <w:p w:rsidR="00E21BA5" w:rsidRDefault="00E21BA5" w:rsidP="00E21BA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E21BA5" w:rsidRDefault="00402BF3" w:rsidP="00E21BA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1BA5">
        <w:rPr>
          <w:sz w:val="28"/>
          <w:szCs w:val="28"/>
        </w:rPr>
        <w:t>1. Утвердить прилагаемый Порядок представления муниципальных нормати</w:t>
      </w:r>
      <w:r w:rsidR="00E21BA5">
        <w:rPr>
          <w:sz w:val="28"/>
          <w:szCs w:val="28"/>
        </w:rPr>
        <w:t>в</w:t>
      </w:r>
      <w:r w:rsidR="00E21BA5">
        <w:rPr>
          <w:sz w:val="28"/>
          <w:szCs w:val="28"/>
        </w:rPr>
        <w:t xml:space="preserve">ных правовых актов Бисерского сельского поселения и дополнительных сведений к ним для включения в Регистр муниципальных нормативных правовых актов Пермского края (далее - Порядок). </w:t>
      </w:r>
    </w:p>
    <w:p w:rsidR="00E21BA5" w:rsidRDefault="00402BF3" w:rsidP="00E21BA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1BA5">
        <w:rPr>
          <w:sz w:val="28"/>
          <w:szCs w:val="28"/>
        </w:rPr>
        <w:t xml:space="preserve">2. </w:t>
      </w:r>
      <w:proofErr w:type="gramStart"/>
      <w:r w:rsidR="00E21BA5">
        <w:rPr>
          <w:sz w:val="28"/>
          <w:szCs w:val="28"/>
        </w:rPr>
        <w:t>Назначить ведущего специалиста администрации Бисерского сельского пос</w:t>
      </w:r>
      <w:r w:rsidR="00E21BA5">
        <w:rPr>
          <w:sz w:val="28"/>
          <w:szCs w:val="28"/>
        </w:rPr>
        <w:t>е</w:t>
      </w:r>
      <w:r w:rsidR="00E21BA5">
        <w:rPr>
          <w:sz w:val="28"/>
          <w:szCs w:val="28"/>
        </w:rPr>
        <w:t>ления ответственным за представление муниципальных нормативных правовых актов Бисерского сельского поселения и дополнительных сведений к ним в упо</w:t>
      </w:r>
      <w:r w:rsidR="00E21BA5">
        <w:rPr>
          <w:sz w:val="28"/>
          <w:szCs w:val="28"/>
        </w:rPr>
        <w:t>л</w:t>
      </w:r>
      <w:r w:rsidR="00E21BA5">
        <w:rPr>
          <w:sz w:val="28"/>
          <w:szCs w:val="28"/>
        </w:rPr>
        <w:t>номоченный государственный орган Пермского края на ведение Регистра мун</w:t>
      </w:r>
      <w:r w:rsidR="00E21BA5">
        <w:rPr>
          <w:sz w:val="28"/>
          <w:szCs w:val="28"/>
        </w:rPr>
        <w:t>и</w:t>
      </w:r>
      <w:r w:rsidR="00E21BA5">
        <w:rPr>
          <w:sz w:val="28"/>
          <w:szCs w:val="28"/>
        </w:rPr>
        <w:t xml:space="preserve">ципальных нормативных правовых актов Пермского края. </w:t>
      </w:r>
      <w:proofErr w:type="gramEnd"/>
    </w:p>
    <w:p w:rsidR="00842017" w:rsidRDefault="00842017" w:rsidP="00E21BA5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3. Обнародовать настоящее постановление в здании администрации Бисерского сельского поселения и разместить на официальном сайте администрации Горн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заводского муниципального района.</w:t>
      </w:r>
    </w:p>
    <w:p w:rsidR="00842017" w:rsidRDefault="00842017" w:rsidP="008420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</w:t>
      </w:r>
      <w:r w:rsidR="00B965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ведущего специалиста администрации Бисерского сельского поселения</w:t>
      </w:r>
    </w:p>
    <w:p w:rsidR="00842017" w:rsidRDefault="00842017" w:rsidP="00842017">
      <w:pPr>
        <w:pStyle w:val="Default"/>
        <w:rPr>
          <w:sz w:val="28"/>
          <w:szCs w:val="28"/>
        </w:rPr>
      </w:pPr>
    </w:p>
    <w:p w:rsidR="00842017" w:rsidRDefault="00842017" w:rsidP="00842017">
      <w:pPr>
        <w:pStyle w:val="Default"/>
        <w:rPr>
          <w:sz w:val="28"/>
          <w:szCs w:val="28"/>
        </w:rPr>
      </w:pPr>
    </w:p>
    <w:p w:rsidR="00842017" w:rsidRDefault="00842017" w:rsidP="00842017">
      <w:pPr>
        <w:pStyle w:val="Default"/>
        <w:rPr>
          <w:sz w:val="28"/>
          <w:szCs w:val="28"/>
        </w:rPr>
      </w:pPr>
    </w:p>
    <w:p w:rsidR="00842017" w:rsidRDefault="00842017" w:rsidP="00842017">
      <w:pPr>
        <w:pStyle w:val="Default"/>
        <w:rPr>
          <w:sz w:val="28"/>
          <w:szCs w:val="28"/>
        </w:rPr>
      </w:pPr>
    </w:p>
    <w:p w:rsidR="00842017" w:rsidRDefault="00842017" w:rsidP="00842017">
      <w:pPr>
        <w:pStyle w:val="Default"/>
        <w:rPr>
          <w:sz w:val="28"/>
          <w:szCs w:val="28"/>
        </w:rPr>
      </w:pPr>
    </w:p>
    <w:p w:rsidR="00402BF3" w:rsidRDefault="00842017" w:rsidP="008420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                        </w:t>
      </w:r>
      <w:proofErr w:type="spellStart"/>
      <w:r>
        <w:rPr>
          <w:sz w:val="28"/>
          <w:szCs w:val="28"/>
        </w:rPr>
        <w:t>А.В.Кононенко</w:t>
      </w:r>
      <w:proofErr w:type="spellEnd"/>
      <w:r>
        <w:rPr>
          <w:sz w:val="28"/>
          <w:szCs w:val="28"/>
        </w:rPr>
        <w:t xml:space="preserve"> </w:t>
      </w: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842017">
      <w:pPr>
        <w:pStyle w:val="Default"/>
        <w:rPr>
          <w:sz w:val="28"/>
          <w:szCs w:val="28"/>
        </w:rPr>
      </w:pPr>
    </w:p>
    <w:p w:rsidR="00B9658E" w:rsidRDefault="00B9658E" w:rsidP="00B9658E">
      <w:pPr>
        <w:pStyle w:val="Default"/>
        <w:rPr>
          <w:sz w:val="28"/>
          <w:szCs w:val="28"/>
        </w:rPr>
      </w:pPr>
    </w:p>
    <w:p w:rsidR="00E21BA5" w:rsidRDefault="00402BF3" w:rsidP="00B9658E">
      <w:pPr>
        <w:pStyle w:val="Default"/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842017">
        <w:rPr>
          <w:sz w:val="28"/>
          <w:szCs w:val="28"/>
        </w:rPr>
        <w:t xml:space="preserve">                                                  </w:t>
      </w:r>
      <w:r w:rsidR="00E21BA5">
        <w:rPr>
          <w:sz w:val="28"/>
          <w:szCs w:val="28"/>
        </w:rPr>
        <w:t xml:space="preserve">                                                                                      </w:t>
      </w:r>
    </w:p>
    <w:p w:rsidR="00E21BA5" w:rsidRDefault="00E21BA5" w:rsidP="00E21BA5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E21BA5" w:rsidRDefault="00E21BA5" w:rsidP="00E21BA5">
      <w:pPr>
        <w:pStyle w:val="Default"/>
        <w:pageBreakBefore/>
        <w:rPr>
          <w:sz w:val="28"/>
          <w:szCs w:val="28"/>
        </w:rPr>
      </w:pPr>
    </w:p>
    <w:p w:rsidR="00240512" w:rsidRDefault="00240512">
      <w:pPr>
        <w:pStyle w:val="Default"/>
        <w:pageBreakBefore/>
        <w:rPr>
          <w:sz w:val="28"/>
          <w:szCs w:val="28"/>
        </w:rPr>
      </w:pPr>
    </w:p>
    <w:sectPr w:rsidR="00240512" w:rsidSect="00240512">
      <w:headerReference w:type="even" r:id="rId9"/>
      <w:headerReference w:type="default" r:id="rId10"/>
      <w:type w:val="continuous"/>
      <w:pgSz w:w="11907" w:h="16840" w:code="9"/>
      <w:pgMar w:top="1134" w:right="567" w:bottom="1134" w:left="1418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F1" w:rsidRDefault="00333BF1">
      <w:r>
        <w:separator/>
      </w:r>
    </w:p>
  </w:endnote>
  <w:endnote w:type="continuationSeparator" w:id="0">
    <w:p w:rsidR="00333BF1" w:rsidRDefault="0033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F1" w:rsidRDefault="00333BF1">
      <w:r>
        <w:separator/>
      </w:r>
    </w:p>
  </w:footnote>
  <w:footnote w:type="continuationSeparator" w:id="0">
    <w:p w:rsidR="00333BF1" w:rsidRDefault="00333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0B" w:rsidRDefault="00E90FB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76E0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76E0B" w:rsidRDefault="00076E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0B" w:rsidRDefault="00E90FB4" w:rsidP="00C04034">
    <w:pPr>
      <w:pStyle w:val="a3"/>
      <w:framePr w:wrap="around" w:vAnchor="text" w:hAnchor="margin" w:xAlign="center" w:y="1" w:anchorLock="1"/>
      <w:rPr>
        <w:rStyle w:val="ac"/>
      </w:rPr>
    </w:pPr>
    <w:r>
      <w:rPr>
        <w:rStyle w:val="ac"/>
      </w:rPr>
      <w:fldChar w:fldCharType="begin"/>
    </w:r>
    <w:r w:rsidR="00076E0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C14AA">
      <w:rPr>
        <w:rStyle w:val="ac"/>
        <w:noProof/>
      </w:rPr>
      <w:t>1</w:t>
    </w:r>
    <w:r>
      <w:rPr>
        <w:rStyle w:val="ac"/>
      </w:rPr>
      <w:fldChar w:fldCharType="end"/>
    </w:r>
  </w:p>
  <w:p w:rsidR="00076E0B" w:rsidRDefault="00076E0B" w:rsidP="00C040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E0B"/>
    <w:rsid w:val="000412BF"/>
    <w:rsid w:val="00076E0B"/>
    <w:rsid w:val="000C5764"/>
    <w:rsid w:val="001431A1"/>
    <w:rsid w:val="001472ED"/>
    <w:rsid w:val="0019797B"/>
    <w:rsid w:val="001B7494"/>
    <w:rsid w:val="00224159"/>
    <w:rsid w:val="00233259"/>
    <w:rsid w:val="00240512"/>
    <w:rsid w:val="00303F10"/>
    <w:rsid w:val="00333BF1"/>
    <w:rsid w:val="00402BF3"/>
    <w:rsid w:val="00417E82"/>
    <w:rsid w:val="00442E77"/>
    <w:rsid w:val="0052683B"/>
    <w:rsid w:val="00560B42"/>
    <w:rsid w:val="00583C5B"/>
    <w:rsid w:val="00586170"/>
    <w:rsid w:val="005D2706"/>
    <w:rsid w:val="00632E94"/>
    <w:rsid w:val="006A7473"/>
    <w:rsid w:val="006C156A"/>
    <w:rsid w:val="007937D2"/>
    <w:rsid w:val="00797FF3"/>
    <w:rsid w:val="00842017"/>
    <w:rsid w:val="00877D0A"/>
    <w:rsid w:val="00881BB6"/>
    <w:rsid w:val="008953C5"/>
    <w:rsid w:val="008E19C1"/>
    <w:rsid w:val="00902CE9"/>
    <w:rsid w:val="00927A86"/>
    <w:rsid w:val="0095326C"/>
    <w:rsid w:val="009C3D0F"/>
    <w:rsid w:val="009C4A83"/>
    <w:rsid w:val="00A37FA3"/>
    <w:rsid w:val="00A569BB"/>
    <w:rsid w:val="00AA3967"/>
    <w:rsid w:val="00B9658E"/>
    <w:rsid w:val="00BA4674"/>
    <w:rsid w:val="00C028C5"/>
    <w:rsid w:val="00C04034"/>
    <w:rsid w:val="00C942CF"/>
    <w:rsid w:val="00CC53CE"/>
    <w:rsid w:val="00CF3923"/>
    <w:rsid w:val="00D2528A"/>
    <w:rsid w:val="00D54F5B"/>
    <w:rsid w:val="00D6103F"/>
    <w:rsid w:val="00DC14AA"/>
    <w:rsid w:val="00E21BA5"/>
    <w:rsid w:val="00E36081"/>
    <w:rsid w:val="00E43585"/>
    <w:rsid w:val="00E662FE"/>
    <w:rsid w:val="00E715D3"/>
    <w:rsid w:val="00E90FB4"/>
    <w:rsid w:val="00F04E88"/>
    <w:rsid w:val="00F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FB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0FB4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E90FB4"/>
    <w:pPr>
      <w:suppressAutoHyphens/>
      <w:spacing w:after="240" w:line="240" w:lineRule="exact"/>
    </w:pPr>
    <w:rPr>
      <w:b/>
    </w:rPr>
  </w:style>
  <w:style w:type="paragraph" w:styleId="a5">
    <w:name w:val="Body Text"/>
    <w:basedOn w:val="a"/>
    <w:link w:val="a6"/>
    <w:rsid w:val="00E90FB4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5"/>
    <w:next w:val="a5"/>
    <w:rsid w:val="00E90FB4"/>
    <w:pPr>
      <w:suppressAutoHyphens/>
      <w:spacing w:line="240" w:lineRule="exact"/>
      <w:ind w:firstLine="0"/>
      <w:jc w:val="left"/>
    </w:pPr>
    <w:rPr>
      <w:sz w:val="24"/>
    </w:rPr>
  </w:style>
  <w:style w:type="paragraph" w:styleId="a8">
    <w:name w:val="footer"/>
    <w:basedOn w:val="a"/>
    <w:rsid w:val="00E90FB4"/>
    <w:pPr>
      <w:suppressAutoHyphens/>
    </w:pPr>
    <w:rPr>
      <w:sz w:val="20"/>
    </w:rPr>
  </w:style>
  <w:style w:type="paragraph" w:styleId="a9">
    <w:name w:val="Signature"/>
    <w:basedOn w:val="a"/>
    <w:next w:val="a5"/>
    <w:link w:val="aa"/>
    <w:rsid w:val="00E90FB4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5"/>
    <w:rsid w:val="00E90FB4"/>
    <w:pPr>
      <w:tabs>
        <w:tab w:val="left" w:pos="1673"/>
      </w:tabs>
      <w:spacing w:before="240" w:line="240" w:lineRule="exact"/>
      <w:ind w:left="1985" w:hanging="1985"/>
    </w:pPr>
  </w:style>
  <w:style w:type="character" w:styleId="ac">
    <w:name w:val="page number"/>
    <w:basedOn w:val="a0"/>
    <w:rsid w:val="00E90FB4"/>
  </w:style>
  <w:style w:type="paragraph" w:customStyle="1" w:styleId="ad">
    <w:name w:val="Подпись на общем бланке"/>
    <w:basedOn w:val="a9"/>
    <w:next w:val="a5"/>
    <w:rsid w:val="00E90FB4"/>
    <w:pPr>
      <w:tabs>
        <w:tab w:val="clear" w:pos="5103"/>
      </w:tabs>
    </w:pPr>
  </w:style>
  <w:style w:type="table" w:styleId="ae">
    <w:name w:val="Table Grid"/>
    <w:basedOn w:val="a1"/>
    <w:rsid w:val="00583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semiHidden/>
    <w:rsid w:val="00FF3898"/>
    <w:pPr>
      <w:spacing w:after="120" w:line="480" w:lineRule="auto"/>
    </w:pPr>
  </w:style>
  <w:style w:type="paragraph" w:styleId="af">
    <w:name w:val="List"/>
    <w:basedOn w:val="a"/>
    <w:semiHidden/>
    <w:rsid w:val="00FF3898"/>
    <w:pPr>
      <w:ind w:left="360" w:hanging="360"/>
    </w:pPr>
    <w:rPr>
      <w:sz w:val="20"/>
    </w:rPr>
  </w:style>
  <w:style w:type="character" w:customStyle="1" w:styleId="a6">
    <w:name w:val="Основной текст Знак"/>
    <w:basedOn w:val="a0"/>
    <w:link w:val="a5"/>
    <w:rsid w:val="00303F10"/>
    <w:rPr>
      <w:sz w:val="28"/>
    </w:rPr>
  </w:style>
  <w:style w:type="character" w:customStyle="1" w:styleId="aa">
    <w:name w:val="Подпись Знак"/>
    <w:basedOn w:val="a0"/>
    <w:link w:val="a9"/>
    <w:rsid w:val="00303F10"/>
    <w:rPr>
      <w:sz w:val="28"/>
    </w:rPr>
  </w:style>
  <w:style w:type="paragraph" w:customStyle="1" w:styleId="ConsPlusNormal">
    <w:name w:val="ConsPlusNormal"/>
    <w:rsid w:val="00303F10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Hyperlink"/>
    <w:basedOn w:val="a0"/>
    <w:rsid w:val="00076E0B"/>
    <w:rPr>
      <w:color w:val="0000FF"/>
      <w:u w:val="single"/>
    </w:rPr>
  </w:style>
  <w:style w:type="paragraph" w:customStyle="1" w:styleId="Default">
    <w:name w:val="Default"/>
    <w:rsid w:val="00E21B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FB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0FB4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E90FB4"/>
    <w:pPr>
      <w:suppressAutoHyphens/>
      <w:spacing w:after="240" w:line="240" w:lineRule="exact"/>
    </w:pPr>
    <w:rPr>
      <w:b/>
    </w:rPr>
  </w:style>
  <w:style w:type="paragraph" w:styleId="a5">
    <w:name w:val="Body Text"/>
    <w:basedOn w:val="a"/>
    <w:link w:val="a6"/>
    <w:rsid w:val="00E90FB4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5"/>
    <w:next w:val="a5"/>
    <w:rsid w:val="00E90FB4"/>
    <w:pPr>
      <w:suppressAutoHyphens/>
      <w:spacing w:line="240" w:lineRule="exact"/>
      <w:ind w:firstLine="0"/>
      <w:jc w:val="left"/>
    </w:pPr>
    <w:rPr>
      <w:sz w:val="24"/>
    </w:rPr>
  </w:style>
  <w:style w:type="paragraph" w:styleId="a8">
    <w:name w:val="footer"/>
    <w:basedOn w:val="a"/>
    <w:rsid w:val="00E90FB4"/>
    <w:pPr>
      <w:suppressAutoHyphens/>
    </w:pPr>
    <w:rPr>
      <w:sz w:val="20"/>
    </w:rPr>
  </w:style>
  <w:style w:type="paragraph" w:styleId="a9">
    <w:name w:val="Signature"/>
    <w:basedOn w:val="a"/>
    <w:next w:val="a5"/>
    <w:link w:val="aa"/>
    <w:rsid w:val="00E90FB4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5"/>
    <w:rsid w:val="00E90FB4"/>
    <w:pPr>
      <w:tabs>
        <w:tab w:val="left" w:pos="1673"/>
      </w:tabs>
      <w:spacing w:before="240" w:line="240" w:lineRule="exact"/>
      <w:ind w:left="1985" w:hanging="1985"/>
    </w:pPr>
  </w:style>
  <w:style w:type="character" w:styleId="ac">
    <w:name w:val="page number"/>
    <w:basedOn w:val="a0"/>
    <w:rsid w:val="00E90FB4"/>
  </w:style>
  <w:style w:type="paragraph" w:customStyle="1" w:styleId="ad">
    <w:name w:val="Подпись на общем бланке"/>
    <w:basedOn w:val="a9"/>
    <w:next w:val="a5"/>
    <w:rsid w:val="00E90FB4"/>
    <w:pPr>
      <w:tabs>
        <w:tab w:val="clear" w:pos="5103"/>
      </w:tabs>
    </w:pPr>
  </w:style>
  <w:style w:type="table" w:styleId="ae">
    <w:name w:val="Table Grid"/>
    <w:basedOn w:val="a1"/>
    <w:rsid w:val="00583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semiHidden/>
    <w:rsid w:val="00FF3898"/>
    <w:pPr>
      <w:spacing w:after="120" w:line="480" w:lineRule="auto"/>
    </w:pPr>
  </w:style>
  <w:style w:type="paragraph" w:styleId="af">
    <w:name w:val="List"/>
    <w:basedOn w:val="a"/>
    <w:semiHidden/>
    <w:rsid w:val="00FF3898"/>
    <w:pPr>
      <w:ind w:left="360" w:hanging="360"/>
    </w:pPr>
    <w:rPr>
      <w:sz w:val="20"/>
    </w:rPr>
  </w:style>
  <w:style w:type="character" w:customStyle="1" w:styleId="a6">
    <w:name w:val="Основной текст Знак"/>
    <w:basedOn w:val="a0"/>
    <w:link w:val="a5"/>
    <w:rsid w:val="00303F10"/>
    <w:rPr>
      <w:sz w:val="28"/>
    </w:rPr>
  </w:style>
  <w:style w:type="character" w:customStyle="1" w:styleId="aa">
    <w:name w:val="Подпись Знак"/>
    <w:basedOn w:val="a0"/>
    <w:link w:val="a9"/>
    <w:rsid w:val="00303F10"/>
    <w:rPr>
      <w:sz w:val="28"/>
    </w:rPr>
  </w:style>
  <w:style w:type="paragraph" w:customStyle="1" w:styleId="ConsPlusNormal">
    <w:name w:val="ConsPlusNormal"/>
    <w:rsid w:val="00303F10"/>
    <w:pPr>
      <w:autoSpaceDE w:val="0"/>
      <w:autoSpaceDN w:val="0"/>
      <w:adjustRightInd w:val="0"/>
    </w:pPr>
    <w:rPr>
      <w:sz w:val="28"/>
      <w:szCs w:val="28"/>
    </w:rPr>
  </w:style>
  <w:style w:type="character" w:styleId="af0">
    <w:name w:val="Hyperlink"/>
    <w:basedOn w:val="a0"/>
    <w:rsid w:val="00076E0B"/>
    <w:rPr>
      <w:color w:val="0000FF"/>
      <w:u w:val="single"/>
    </w:rPr>
  </w:style>
  <w:style w:type="paragraph" w:customStyle="1" w:styleId="Default">
    <w:name w:val="Default"/>
    <w:rsid w:val="00E21B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cuments\&#1055;&#1054;&#1057;&#1058;&#1040;&#1053;&#1054;&#1042;&#1051;&#1045;&#1053;&#1048;&#1071;\2016%20&#1075;&#1086;&#1076;\&#1087;&#1088;&#1086;&#1077;&#1082;&#1090;&#1099;\&#1087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0EC4A94-694C-4127-9333-9EAA606F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6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Юлия</cp:lastModifiedBy>
  <cp:revision>5</cp:revision>
  <cp:lastPrinted>2010-12-28T05:00:00Z</cp:lastPrinted>
  <dcterms:created xsi:type="dcterms:W3CDTF">2016-08-15T11:04:00Z</dcterms:created>
  <dcterms:modified xsi:type="dcterms:W3CDTF">2016-08-15T11:09:00Z</dcterms:modified>
</cp:coreProperties>
</file>